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51F4" w:rsidRDefault="00447EAC" w:rsidP="00447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 xml:space="preserve">PLC </w:t>
      </w:r>
      <w:r>
        <w:rPr>
          <w:rFonts w:ascii="Times New Roman" w:hAnsi="Times New Roman" w:cs="Times New Roman"/>
          <w:b/>
          <w:sz w:val="24"/>
          <w:szCs w:val="24"/>
        </w:rPr>
        <w:t xml:space="preserve">Meeting </w:t>
      </w:r>
      <w:r w:rsidRPr="00447EAC">
        <w:rPr>
          <w:rFonts w:ascii="Times New Roman" w:hAnsi="Times New Roman" w:cs="Times New Roman"/>
          <w:b/>
          <w:sz w:val="24"/>
          <w:szCs w:val="24"/>
        </w:rPr>
        <w:t>Summary Sheet</w:t>
      </w:r>
    </w:p>
    <w:p w:rsidR="00447EAC" w:rsidRDefault="00447EAC" w:rsidP="00447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EAC" w:rsidRDefault="00447EAC" w:rsidP="00447E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47EAC" w:rsidRDefault="00447EAC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</w:t>
      </w:r>
      <w:r w:rsidRPr="00447EAC">
        <w:rPr>
          <w:rFonts w:ascii="Times New Roman" w:hAnsi="Times New Roman" w:cs="Times New Roman"/>
          <w:b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sz w:val="24"/>
          <w:szCs w:val="24"/>
        </w:rPr>
        <w:t xml:space="preserve"> Grade – Social Studies (Ancient History)</w:t>
      </w:r>
    </w:p>
    <w:p w:rsidR="00447EAC" w:rsidRDefault="00F772AA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CAMS North</w:t>
      </w:r>
    </w:p>
    <w:p w:rsidR="009A6A28" w:rsidRDefault="00830B86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3/4</w:t>
      </w:r>
      <w:r w:rsidR="00DF71E9">
        <w:rPr>
          <w:rFonts w:ascii="Times New Roman" w:hAnsi="Times New Roman" w:cs="Times New Roman"/>
          <w:b/>
          <w:sz w:val="24"/>
          <w:szCs w:val="24"/>
        </w:rPr>
        <w:t>/13-</w:t>
      </w:r>
      <w:r>
        <w:rPr>
          <w:rFonts w:ascii="Times New Roman" w:hAnsi="Times New Roman" w:cs="Times New Roman"/>
          <w:b/>
          <w:sz w:val="24"/>
          <w:szCs w:val="24"/>
        </w:rPr>
        <w:t>3/8</w:t>
      </w:r>
      <w:r w:rsidR="00CC60E8">
        <w:rPr>
          <w:rFonts w:ascii="Times New Roman" w:hAnsi="Times New Roman" w:cs="Times New Roman"/>
          <w:b/>
          <w:sz w:val="24"/>
          <w:szCs w:val="24"/>
        </w:rPr>
        <w:t>/13</w:t>
      </w:r>
    </w:p>
    <w:p w:rsidR="00447EAC" w:rsidRDefault="00447EAC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AC" w:rsidRDefault="00447EAC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This week we discussed …</w:t>
      </w:r>
    </w:p>
    <w:p w:rsidR="00830B86" w:rsidRDefault="00830B86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Printing our bubble sheets for the Ancient China Common </w:t>
      </w:r>
      <w:r w:rsidR="00AB7FE4">
        <w:rPr>
          <w:rFonts w:ascii="Times New Roman" w:hAnsi="Times New Roman" w:cs="Times New Roman"/>
          <w:sz w:val="24"/>
          <w:szCs w:val="24"/>
        </w:rPr>
        <w:t>Assessment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30B86" w:rsidRDefault="00830B86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all be finished with China by Monday.</w:t>
      </w:r>
    </w:p>
    <w:p w:rsidR="00DF71E9" w:rsidRDefault="00830B86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all be starting Greece next week-beginning with an introduction and geography.</w:t>
      </w:r>
    </w:p>
    <w:p w:rsidR="00F772AA" w:rsidRPr="00DF71E9" w:rsidRDefault="00F772AA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Developing resources for Ancient Greece.</w:t>
      </w:r>
      <w:proofErr w:type="gramEnd"/>
    </w:p>
    <w:p w:rsidR="009F1BD8" w:rsidRPr="009A6A28" w:rsidRDefault="009F1BD8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AC" w:rsidRPr="00447EAC" w:rsidRDefault="00447EAC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>We made the following decisions …</w:t>
      </w:r>
    </w:p>
    <w:p w:rsidR="009F1BD8" w:rsidRPr="00CC60E8" w:rsidRDefault="00F772AA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We will develop a project involving the library in our Greece unit.</w:t>
      </w:r>
    </w:p>
    <w:p w:rsidR="009F1BD8" w:rsidRDefault="009F1BD8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47EAC" w:rsidRPr="00447EAC" w:rsidRDefault="00447EAC" w:rsidP="00447E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47EAC">
        <w:rPr>
          <w:rFonts w:ascii="Times New Roman" w:hAnsi="Times New Roman" w:cs="Times New Roman"/>
          <w:b/>
          <w:sz w:val="24"/>
          <w:szCs w:val="24"/>
        </w:rPr>
        <w:t>We need …</w:t>
      </w:r>
    </w:p>
    <w:p w:rsidR="00CC60E8" w:rsidRDefault="00F772AA" w:rsidP="00CC6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Continue developing resources for Greece/Rome.</w:t>
      </w:r>
    </w:p>
    <w:p w:rsidR="00F772AA" w:rsidRDefault="00F772AA" w:rsidP="00CC6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Finalize plans for our Greece project</w:t>
      </w:r>
    </w:p>
    <w:p w:rsidR="00F772AA" w:rsidRDefault="00F772AA" w:rsidP="00CC6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772AA" w:rsidRPr="00CC60E8" w:rsidRDefault="00F772AA" w:rsidP="00CC60E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47EAC" w:rsidRDefault="00447EAC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F71E9" w:rsidRPr="00DF71E9" w:rsidRDefault="00DF71E9" w:rsidP="00447EA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F71E9" w:rsidRPr="00DF71E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AC"/>
    <w:rsid w:val="000551F4"/>
    <w:rsid w:val="00101A0E"/>
    <w:rsid w:val="00447EAC"/>
    <w:rsid w:val="00830B86"/>
    <w:rsid w:val="009A6A28"/>
    <w:rsid w:val="009F1BD8"/>
    <w:rsid w:val="00AB7FE4"/>
    <w:rsid w:val="00CC60E8"/>
    <w:rsid w:val="00DF71E9"/>
    <w:rsid w:val="00F77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E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7E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9B0A0-3FD4-4682-AD10-65ADFF4C6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56BC04A6</Template>
  <TotalTime>1</TotalTime>
  <Pages>1</Pages>
  <Words>84</Words>
  <Characters>485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Heidi J Minnier</dc:creator>
  <cp:lastModifiedBy>Philip Cote</cp:lastModifiedBy>
  <cp:revision>2</cp:revision>
  <cp:lastPrinted>2011-08-25T14:26:00Z</cp:lastPrinted>
  <dcterms:created xsi:type="dcterms:W3CDTF">2013-03-08T12:09:00Z</dcterms:created>
  <dcterms:modified xsi:type="dcterms:W3CDTF">2013-03-08T12:09:00Z</dcterms:modified>
</cp:coreProperties>
</file>